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61" w:rsidRPr="00E6216F" w:rsidRDefault="00FD4537" w:rsidP="00E6216F">
      <w:pPr>
        <w:spacing w:after="240"/>
        <w:jc w:val="both"/>
        <w:rPr>
          <w:rFonts w:ascii="Tahoma" w:eastAsia="Times New Roman" w:hAnsi="Tahoma" w:cs="Tahoma"/>
          <w:lang w:val="ro-RO"/>
        </w:rPr>
      </w:pPr>
      <w:r>
        <w:rPr>
          <w:rFonts w:ascii="Tahoma" w:eastAsia="Times New Roman" w:hAnsi="Tahoma" w:cs="Tahoma"/>
          <w:lang w:val="ro-RO"/>
        </w:rPr>
        <w:t>Nr.9423</w:t>
      </w:r>
      <w:r w:rsidR="00755505">
        <w:rPr>
          <w:rFonts w:ascii="Tahoma" w:eastAsia="Times New Roman" w:hAnsi="Tahoma" w:cs="Tahoma"/>
          <w:lang w:val="ro-RO"/>
        </w:rPr>
        <w:t>/03.10</w:t>
      </w:r>
      <w:r w:rsidR="006058C1">
        <w:rPr>
          <w:rFonts w:ascii="Tahoma" w:eastAsia="Times New Roman" w:hAnsi="Tahoma" w:cs="Tahoma"/>
          <w:lang w:val="ro-RO"/>
        </w:rPr>
        <w:t>.2023</w:t>
      </w:r>
    </w:p>
    <w:p w:rsidR="00FD4537" w:rsidRPr="00FD4537" w:rsidRDefault="00FD4537" w:rsidP="00FD4537">
      <w:pPr>
        <w:jc w:val="both"/>
        <w:rPr>
          <w:rFonts w:ascii="Tahoma" w:hAnsi="Tahoma" w:cs="Tahoma"/>
          <w:sz w:val="24"/>
          <w:szCs w:val="24"/>
          <w:lang w:val="ro-RO"/>
        </w:rPr>
      </w:pPr>
      <w:r w:rsidRPr="00FD4537">
        <w:rPr>
          <w:rFonts w:ascii="Tahoma" w:hAnsi="Tahoma" w:cs="Tahoma"/>
          <w:sz w:val="24"/>
          <w:szCs w:val="24"/>
          <w:lang w:val="ro-RO"/>
        </w:rPr>
        <w:t xml:space="preserve">  </w:t>
      </w:r>
      <w:r w:rsidR="00755505" w:rsidRPr="00FD4537">
        <w:rPr>
          <w:rFonts w:ascii="Tahoma" w:hAnsi="Tahoma" w:cs="Tahoma"/>
          <w:sz w:val="24"/>
          <w:szCs w:val="24"/>
          <w:lang w:val="ro-RO"/>
        </w:rPr>
        <w:t>În atenția</w:t>
      </w:r>
      <w:r w:rsidRPr="00FD4537">
        <w:rPr>
          <w:rFonts w:ascii="Tahoma" w:hAnsi="Tahoma" w:cs="Tahoma"/>
          <w:sz w:val="24"/>
          <w:szCs w:val="24"/>
          <w:lang w:val="ro-RO"/>
        </w:rPr>
        <w:t xml:space="preserve"> </w:t>
      </w:r>
      <w:r w:rsidRPr="00FD4537">
        <w:rPr>
          <w:rFonts w:ascii="Tahoma" w:eastAsia="Times New Roman" w:hAnsi="Tahoma" w:cs="Tahoma"/>
          <w:b/>
          <w:sz w:val="20"/>
          <w:szCs w:val="20"/>
          <w:lang w:val="ro-RO"/>
        </w:rPr>
        <w:t>UNITĂȚILOR  DE  ÎNVĂȚĂMÂNT  PREUNIVERSITAR PARTICULAR DIN JUDEȚUL  SIBIU</w:t>
      </w:r>
    </w:p>
    <w:p w:rsidR="00FD4537" w:rsidRDefault="00FD4537" w:rsidP="007549AE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ind w:left="720"/>
        <w:jc w:val="both"/>
        <w:rPr>
          <w:rFonts w:ascii="Tahoma" w:hAnsi="Tahoma" w:cs="Tahoma"/>
          <w:lang w:val="ro-RO"/>
        </w:rPr>
      </w:pPr>
    </w:p>
    <w:p w:rsidR="00755505" w:rsidRPr="00FD4537" w:rsidRDefault="00FD4537" w:rsidP="00FD45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b/>
          <w:lang w:val="ro-RO"/>
        </w:rPr>
      </w:pPr>
      <w:r w:rsidRPr="00FD4537">
        <w:rPr>
          <w:rFonts w:ascii="Tahoma" w:hAnsi="Tahoma" w:cs="Tahoma"/>
          <w:b/>
          <w:lang w:val="ro-RO"/>
        </w:rPr>
        <w:t xml:space="preserve">   </w:t>
      </w:r>
      <w:r w:rsidR="00755505" w:rsidRPr="00FD4537">
        <w:rPr>
          <w:rFonts w:ascii="Tahoma" w:hAnsi="Tahoma" w:cs="Tahoma"/>
          <w:b/>
          <w:lang w:val="ro-RO"/>
        </w:rPr>
        <w:t>Ref.: Consfătuirile județene ale unităților de învățământ  particular</w:t>
      </w:r>
    </w:p>
    <w:p w:rsidR="00755505" w:rsidRDefault="00755505" w:rsidP="007549AE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ind w:left="720"/>
        <w:jc w:val="both"/>
        <w:rPr>
          <w:rFonts w:ascii="Tahoma" w:hAnsi="Tahoma" w:cs="Tahoma"/>
          <w:lang w:val="ro-RO"/>
        </w:rPr>
      </w:pPr>
    </w:p>
    <w:p w:rsidR="00755505" w:rsidRDefault="00AC6C25" w:rsidP="00AC6C2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      </w:t>
      </w:r>
      <w:r w:rsidR="00755505">
        <w:rPr>
          <w:rFonts w:ascii="Tahoma" w:hAnsi="Tahoma" w:cs="Tahoma"/>
          <w:lang w:val="ro-RO"/>
        </w:rPr>
        <w:t xml:space="preserve"> </w:t>
      </w:r>
      <w:r w:rsidR="004B0A3D">
        <w:rPr>
          <w:rFonts w:ascii="Tahoma" w:hAnsi="Tahoma" w:cs="Tahoma"/>
          <w:lang w:val="ro-RO"/>
        </w:rPr>
        <w:t xml:space="preserve"> Vă aducem la cunoșt</w:t>
      </w:r>
      <w:r w:rsidR="00FD4537">
        <w:rPr>
          <w:rFonts w:ascii="Tahoma" w:hAnsi="Tahoma" w:cs="Tahoma"/>
          <w:lang w:val="ro-RO"/>
        </w:rPr>
        <w:t xml:space="preserve">ință că în data de </w:t>
      </w:r>
      <w:r w:rsidR="00FD4537">
        <w:rPr>
          <w:rFonts w:ascii="Tahoma" w:hAnsi="Tahoma" w:cs="Tahoma"/>
          <w:b/>
          <w:lang w:val="ro-RO"/>
        </w:rPr>
        <w:t>11.10.2023, ora14</w:t>
      </w:r>
      <w:r w:rsidR="00017955">
        <w:rPr>
          <w:rFonts w:ascii="Tahoma" w:hAnsi="Tahoma" w:cs="Tahoma"/>
          <w:b/>
          <w:lang w:val="ro-RO"/>
        </w:rPr>
        <w:t xml:space="preserve">, </w:t>
      </w:r>
      <w:bookmarkStart w:id="0" w:name="_GoBack"/>
      <w:bookmarkEnd w:id="0"/>
      <w:r w:rsidR="00FD4537">
        <w:rPr>
          <w:rFonts w:ascii="Tahoma" w:hAnsi="Tahoma" w:cs="Tahoma"/>
          <w:b/>
          <w:lang w:val="ro-RO"/>
        </w:rPr>
        <w:t xml:space="preserve"> în locația </w:t>
      </w:r>
      <w:r w:rsidR="00755505" w:rsidRPr="00AC6C25">
        <w:rPr>
          <w:rFonts w:ascii="Tahoma" w:hAnsi="Tahoma" w:cs="Tahoma"/>
          <w:b/>
          <w:lang w:val="ro-RO"/>
        </w:rPr>
        <w:t xml:space="preserve"> Școala Primară Fram</w:t>
      </w:r>
      <w:r w:rsidR="00755505">
        <w:rPr>
          <w:rFonts w:ascii="Tahoma" w:hAnsi="Tahoma" w:cs="Tahoma"/>
          <w:lang w:val="ro-RO"/>
        </w:rPr>
        <w:t xml:space="preserve"> din Str. Berăriei, nr.4, Spațiile HD11-HD20, se vor defășura consfătuirile directorilor </w:t>
      </w:r>
      <w:r w:rsidR="00755505" w:rsidRPr="00755505">
        <w:rPr>
          <w:rFonts w:ascii="Tahoma" w:hAnsi="Tahoma" w:cs="Tahoma"/>
          <w:lang w:val="ro-RO"/>
        </w:rPr>
        <w:t>unităților de învățământ  particular</w:t>
      </w:r>
      <w:r w:rsidR="00FD4537">
        <w:rPr>
          <w:rFonts w:ascii="Tahoma" w:hAnsi="Tahoma" w:cs="Tahoma"/>
          <w:lang w:val="ro-RO"/>
        </w:rPr>
        <w:t xml:space="preserve"> autorizate/acreditate  din jud. Sibiu</w:t>
      </w:r>
      <w:r w:rsidR="004B0A3D">
        <w:rPr>
          <w:rFonts w:ascii="Tahoma" w:hAnsi="Tahoma" w:cs="Tahoma"/>
          <w:lang w:val="ro-RO"/>
        </w:rPr>
        <w:t>,</w:t>
      </w:r>
      <w:r w:rsidR="00FD4537">
        <w:rPr>
          <w:rFonts w:ascii="Tahoma" w:hAnsi="Tahoma" w:cs="Tahoma"/>
          <w:lang w:val="ro-RO"/>
        </w:rPr>
        <w:t xml:space="preserve"> pentru anul școlar 2023-2024.</w:t>
      </w:r>
    </w:p>
    <w:p w:rsidR="00FD4537" w:rsidRPr="00AC6C25" w:rsidRDefault="00AC6C25" w:rsidP="00AC6C2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       Tematica abordată va viza procesul educațional din unitățile de învățământ particular din jud. Sibiu, în anul școlar 2023-2024</w:t>
      </w:r>
      <w:r w:rsidRPr="00AC6C25">
        <w:rPr>
          <w:rFonts w:ascii="Tahoma" w:hAnsi="Tahoma" w:cs="Tahoma"/>
          <w:lang w:val="ro-RO"/>
        </w:rPr>
        <w:t>:</w:t>
      </w:r>
    </w:p>
    <w:p w:rsidR="00FD4537" w:rsidRPr="00FD4537" w:rsidRDefault="00FD4537" w:rsidP="00FD4537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noutăți legislative în domeniu (Legea 198/2023, Ordinul </w:t>
      </w:r>
      <w:r w:rsidRPr="00FD4537">
        <w:rPr>
          <w:rFonts w:ascii="Tahoma" w:hAnsi="Tahoma" w:cs="Tahoma"/>
          <w:lang w:val="ro-RO"/>
        </w:rPr>
        <w:t xml:space="preserve"> nr. 6.223 din 4 septembrie 2023</w:t>
      </w:r>
    </w:p>
    <w:p w:rsidR="00FD4537" w:rsidRDefault="00FD4537" w:rsidP="00FD453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ind w:left="1263"/>
        <w:jc w:val="both"/>
        <w:rPr>
          <w:rFonts w:ascii="Tahoma" w:hAnsi="Tahoma" w:cs="Tahoma"/>
          <w:lang w:val="ro-RO"/>
        </w:rPr>
      </w:pPr>
      <w:r w:rsidRPr="00FD4537">
        <w:rPr>
          <w:rFonts w:ascii="Tahoma" w:hAnsi="Tahoma" w:cs="Tahoma"/>
          <w:lang w:val="ro-RO"/>
        </w:rPr>
        <w:t>pentru aprobarea Metodologiei-cadru de organizare și funcționare a consiliilor de administrație din unitățile de învățământ preuniversitar</w:t>
      </w:r>
      <w:r w:rsidR="004B0A3D">
        <w:rPr>
          <w:rFonts w:ascii="Tahoma" w:hAnsi="Tahoma" w:cs="Tahoma"/>
          <w:lang w:val="ro-RO"/>
        </w:rPr>
        <w:t xml:space="preserve"> etc.</w:t>
      </w:r>
      <w:r>
        <w:rPr>
          <w:rFonts w:ascii="Tahoma" w:hAnsi="Tahoma" w:cs="Tahoma"/>
          <w:lang w:val="ro-RO"/>
        </w:rPr>
        <w:t>)</w:t>
      </w:r>
      <w:r w:rsidR="004B0A3D">
        <w:rPr>
          <w:rFonts w:ascii="Tahoma" w:hAnsi="Tahoma" w:cs="Tahoma"/>
          <w:lang w:val="ro-RO"/>
        </w:rPr>
        <w:t>;</w:t>
      </w:r>
    </w:p>
    <w:p w:rsidR="00AC6C25" w:rsidRDefault="00AC6C25" w:rsidP="00AC6C2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 w:rsidRPr="00AC6C25">
        <w:rPr>
          <w:rFonts w:ascii="Tahoma" w:hAnsi="Tahoma" w:cs="Tahoma"/>
          <w:lang w:val="ro-RO"/>
        </w:rPr>
        <w:t>diagnoza procesului educațional, pentru anul școlar 2022-2023, diseminarea activităț</w:t>
      </w:r>
      <w:r w:rsidR="007C6EA2">
        <w:rPr>
          <w:rFonts w:ascii="Tahoma" w:hAnsi="Tahoma" w:cs="Tahoma"/>
          <w:lang w:val="ro-RO"/>
        </w:rPr>
        <w:t>i</w:t>
      </w:r>
      <w:r w:rsidRPr="00AC6C25">
        <w:rPr>
          <w:rFonts w:ascii="Tahoma" w:hAnsi="Tahoma" w:cs="Tahoma"/>
          <w:lang w:val="ro-RO"/>
        </w:rPr>
        <w:t>lor de bună practică, precum și identificarea priorităților pentru anul școlar 2023-2024</w:t>
      </w:r>
      <w:r>
        <w:rPr>
          <w:rFonts w:ascii="Tahoma" w:hAnsi="Tahoma" w:cs="Tahoma"/>
          <w:lang w:val="ro-RO"/>
        </w:rPr>
        <w:t>;</w:t>
      </w:r>
    </w:p>
    <w:p w:rsidR="00AC6C25" w:rsidRDefault="00AC6C25" w:rsidP="00AC6C2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aplicarea curriculumului național</w:t>
      </w:r>
      <w:r>
        <w:rPr>
          <w:rFonts w:ascii="Tahoma" w:hAnsi="Tahoma" w:cs="Tahoma"/>
          <w:lang w:val="en-GB"/>
        </w:rPr>
        <w:t>:</w:t>
      </w:r>
      <w:r>
        <w:rPr>
          <w:rFonts w:ascii="Tahoma" w:hAnsi="Tahoma" w:cs="Tahoma"/>
          <w:lang w:val="ro-RO"/>
        </w:rPr>
        <w:t xml:space="preserve"> planuri cadru, programele și manualele  școlare în vigoare;</w:t>
      </w:r>
    </w:p>
    <w:p w:rsidR="007C6EA2" w:rsidRDefault="007C6EA2" w:rsidP="007C6EA2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p</w:t>
      </w:r>
      <w:r w:rsidRPr="007C6EA2">
        <w:rPr>
          <w:rFonts w:ascii="Tahoma" w:hAnsi="Tahoma" w:cs="Tahoma"/>
          <w:lang w:val="ro-RO"/>
        </w:rPr>
        <w:t>rograme școlare de trunchi comun și programe școlare pentru cursuri opționale, oferta națională - Curriculum la decizia școlii - oferta națională</w:t>
      </w:r>
      <w:r>
        <w:rPr>
          <w:rFonts w:ascii="Tahoma" w:hAnsi="Tahoma" w:cs="Tahoma"/>
          <w:lang w:val="ro-RO"/>
        </w:rPr>
        <w:t>;</w:t>
      </w:r>
    </w:p>
    <w:p w:rsidR="00AC6C25" w:rsidRDefault="00AC6C25" w:rsidP="00AC6C2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proiectarea curriculară conform structurii anului școlar 2023-2024 aprobată prin OME nr. 3800/09.03.2023;</w:t>
      </w:r>
    </w:p>
    <w:p w:rsidR="00AC6C25" w:rsidRPr="00AC6C25" w:rsidRDefault="00AC6C25" w:rsidP="00AC6C25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alte teme de dezbatere, în funcție de specificul domeniului</w:t>
      </w:r>
    </w:p>
    <w:p w:rsidR="007C6EA2" w:rsidRDefault="007C6EA2" w:rsidP="00034B2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jc w:val="both"/>
        <w:rPr>
          <w:rFonts w:ascii="Tahoma" w:hAnsi="Tahoma" w:cs="Tahoma"/>
          <w:lang w:val="ro-RO"/>
        </w:rPr>
      </w:pPr>
    </w:p>
    <w:p w:rsidR="007C6EA2" w:rsidRPr="00755505" w:rsidRDefault="007C6EA2" w:rsidP="007549AE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360" w:lineRule="auto"/>
        <w:ind w:left="720"/>
        <w:jc w:val="both"/>
        <w:rPr>
          <w:rFonts w:ascii="Tahoma" w:hAnsi="Tahoma" w:cs="Tahoma"/>
          <w:lang w:val="ro-RO"/>
        </w:rPr>
      </w:pPr>
    </w:p>
    <w:p w:rsidR="00266561" w:rsidRPr="00E6216F" w:rsidRDefault="00266561" w:rsidP="00AC6C25">
      <w:pPr>
        <w:spacing w:line="360" w:lineRule="auto"/>
        <w:ind w:firstLine="720"/>
        <w:jc w:val="center"/>
        <w:rPr>
          <w:rFonts w:ascii="Tahoma" w:eastAsia="Times New Roman" w:hAnsi="Tahoma" w:cs="Tahoma"/>
          <w:b/>
          <w:lang w:val="ro-RO"/>
        </w:rPr>
      </w:pPr>
      <w:r w:rsidRPr="00E6216F">
        <w:rPr>
          <w:rFonts w:ascii="Tahoma" w:eastAsia="Times New Roman" w:hAnsi="Tahoma" w:cs="Tahoma"/>
          <w:b/>
          <w:lang w:val="ro-RO"/>
        </w:rPr>
        <w:t xml:space="preserve">INSPECTOR </w:t>
      </w:r>
      <w:r w:rsidR="00E6216F">
        <w:rPr>
          <w:rFonts w:ascii="Tahoma" w:eastAsia="Times New Roman" w:hAnsi="Tahoma" w:cs="Tahoma"/>
          <w:b/>
          <w:lang w:val="ro-RO"/>
        </w:rPr>
        <w:t>Ș</w:t>
      </w:r>
      <w:r w:rsidRPr="00E6216F">
        <w:rPr>
          <w:rFonts w:ascii="Tahoma" w:eastAsia="Times New Roman" w:hAnsi="Tahoma" w:cs="Tahoma"/>
          <w:b/>
          <w:lang w:val="ro-RO"/>
        </w:rPr>
        <w:t>COLAR GENERAL,</w:t>
      </w:r>
    </w:p>
    <w:p w:rsidR="00266561" w:rsidRDefault="00266561" w:rsidP="00AC6C25">
      <w:pPr>
        <w:spacing w:line="360" w:lineRule="auto"/>
        <w:ind w:firstLine="720"/>
        <w:jc w:val="center"/>
        <w:rPr>
          <w:rFonts w:ascii="Tahoma" w:eastAsia="Times New Roman" w:hAnsi="Tahoma" w:cs="Tahoma"/>
          <w:lang w:val="ro-RO"/>
        </w:rPr>
      </w:pPr>
      <w:r w:rsidRPr="00E6216F">
        <w:rPr>
          <w:rFonts w:ascii="Tahoma" w:eastAsia="Times New Roman" w:hAnsi="Tahoma" w:cs="Tahoma"/>
          <w:lang w:val="ro-RO"/>
        </w:rPr>
        <w:t xml:space="preserve">Prof. </w:t>
      </w:r>
      <w:r w:rsidR="006058C1">
        <w:rPr>
          <w:rFonts w:ascii="Tahoma" w:eastAsia="Times New Roman" w:hAnsi="Tahoma" w:cs="Tahoma"/>
          <w:lang w:val="ro-RO"/>
        </w:rPr>
        <w:t>Emilian-Marius Novac</w:t>
      </w:r>
    </w:p>
    <w:p w:rsidR="00AC6C25" w:rsidRDefault="00AC6C25" w:rsidP="00AC6C25">
      <w:pPr>
        <w:spacing w:line="360" w:lineRule="auto"/>
        <w:ind w:firstLine="720"/>
        <w:rPr>
          <w:rFonts w:ascii="Tahoma" w:eastAsia="Times New Roman" w:hAnsi="Tahoma" w:cs="Tahoma"/>
          <w:lang w:val="ro-RO"/>
        </w:rPr>
      </w:pPr>
      <w:r>
        <w:rPr>
          <w:rFonts w:ascii="Tahoma" w:eastAsia="Times New Roman" w:hAnsi="Tahoma" w:cs="Tahoma"/>
          <w:lang w:val="ro-RO"/>
        </w:rPr>
        <w:t>Inspector Școlar General Adjunct,                                                 Inspector școlar,</w:t>
      </w:r>
    </w:p>
    <w:p w:rsidR="00AC6C25" w:rsidRPr="00E6216F" w:rsidRDefault="00AC6C25" w:rsidP="00AC6C25">
      <w:pPr>
        <w:spacing w:line="360" w:lineRule="auto"/>
        <w:ind w:firstLine="720"/>
        <w:rPr>
          <w:rFonts w:ascii="Tahoma" w:eastAsia="Times New Roman" w:hAnsi="Tahoma" w:cs="Tahoma"/>
          <w:lang w:val="ro-RO"/>
        </w:rPr>
      </w:pPr>
      <w:r>
        <w:rPr>
          <w:rFonts w:ascii="Tahoma" w:eastAsia="Times New Roman" w:hAnsi="Tahoma" w:cs="Tahoma"/>
          <w:lang w:val="ro-RO"/>
        </w:rPr>
        <w:t xml:space="preserve">Prof. Monica-Adriana Munteanu                                                   </w:t>
      </w:r>
      <w:r w:rsidR="00D83F2C">
        <w:rPr>
          <w:rFonts w:ascii="Tahoma" w:eastAsia="Times New Roman" w:hAnsi="Tahoma" w:cs="Tahoma"/>
          <w:lang w:val="ro-RO"/>
        </w:rPr>
        <w:t xml:space="preserve">  </w:t>
      </w:r>
      <w:r>
        <w:rPr>
          <w:rFonts w:ascii="Tahoma" w:eastAsia="Times New Roman" w:hAnsi="Tahoma" w:cs="Tahoma"/>
          <w:lang w:val="ro-RO"/>
        </w:rPr>
        <w:t xml:space="preserve">Prof. Dorina Ucean </w:t>
      </w:r>
    </w:p>
    <w:p w:rsidR="00755505" w:rsidRPr="00262425" w:rsidRDefault="00266561" w:rsidP="00755505">
      <w:pPr>
        <w:spacing w:line="360" w:lineRule="auto"/>
        <w:jc w:val="both"/>
        <w:rPr>
          <w:rFonts w:ascii="Tahoma" w:eastAsia="Times New Roman" w:hAnsi="Tahoma" w:cs="Tahoma"/>
          <w:lang w:val="ro-RO"/>
        </w:rPr>
      </w:pPr>
      <w:r w:rsidRPr="00E6216F">
        <w:rPr>
          <w:rFonts w:ascii="Tahoma" w:eastAsia="Times New Roman" w:hAnsi="Tahoma" w:cs="Tahoma"/>
          <w:lang w:val="ro-RO"/>
        </w:rPr>
        <w:tab/>
      </w:r>
      <w:r w:rsidRPr="00E6216F">
        <w:rPr>
          <w:rFonts w:ascii="Tahoma" w:eastAsia="Times New Roman" w:hAnsi="Tahoma" w:cs="Tahoma"/>
          <w:lang w:val="ro-RO"/>
        </w:rPr>
        <w:tab/>
      </w:r>
      <w:r w:rsidRPr="00E6216F">
        <w:rPr>
          <w:rFonts w:ascii="Tahoma" w:eastAsia="Times New Roman" w:hAnsi="Tahoma" w:cs="Tahoma"/>
          <w:lang w:val="ro-RO"/>
        </w:rPr>
        <w:tab/>
      </w:r>
      <w:r w:rsidRPr="00E6216F">
        <w:rPr>
          <w:rFonts w:ascii="Tahoma" w:eastAsia="Times New Roman" w:hAnsi="Tahoma" w:cs="Tahoma"/>
          <w:lang w:val="ro-RO"/>
        </w:rPr>
        <w:tab/>
      </w:r>
      <w:r w:rsidRPr="00E6216F">
        <w:rPr>
          <w:rFonts w:ascii="Tahoma" w:eastAsia="Times New Roman" w:hAnsi="Tahoma" w:cs="Tahoma"/>
          <w:lang w:val="ro-RO"/>
        </w:rPr>
        <w:tab/>
      </w:r>
      <w:r w:rsidRPr="00E6216F">
        <w:rPr>
          <w:rFonts w:ascii="Tahoma" w:eastAsia="Times New Roman" w:hAnsi="Tahoma" w:cs="Tahoma"/>
          <w:lang w:val="ro-RO"/>
        </w:rPr>
        <w:tab/>
      </w:r>
      <w:r w:rsidRPr="00E6216F">
        <w:rPr>
          <w:rFonts w:ascii="Tahoma" w:eastAsia="Times New Roman" w:hAnsi="Tahoma" w:cs="Tahoma"/>
          <w:lang w:val="ro-RO"/>
        </w:rPr>
        <w:tab/>
      </w:r>
    </w:p>
    <w:p w:rsidR="00076060" w:rsidRPr="00262425" w:rsidRDefault="00076060" w:rsidP="00262425">
      <w:pPr>
        <w:spacing w:line="360" w:lineRule="auto"/>
        <w:jc w:val="both"/>
        <w:rPr>
          <w:rFonts w:ascii="Tahoma" w:eastAsia="Times New Roman" w:hAnsi="Tahoma" w:cs="Tahoma"/>
          <w:lang w:val="ro-RO"/>
        </w:rPr>
      </w:pPr>
    </w:p>
    <w:sectPr w:rsidR="00076060" w:rsidRPr="00262425" w:rsidSect="007549AE">
      <w:headerReference w:type="default" r:id="rId7"/>
      <w:footerReference w:type="default" r:id="rId8"/>
      <w:pgSz w:w="11907" w:h="16840"/>
      <w:pgMar w:top="1843" w:right="567" w:bottom="1134" w:left="992" w:header="113" w:footer="11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48F" w:rsidRDefault="0071548F">
      <w:r>
        <w:separator/>
      </w:r>
    </w:p>
  </w:endnote>
  <w:endnote w:type="continuationSeparator" w:id="0">
    <w:p w:rsidR="0071548F" w:rsidRDefault="0071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T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60" w:rsidRPr="00F62B3D" w:rsidRDefault="00417EBA" w:rsidP="006D6B0D">
    <w:pPr>
      <w:pBdr>
        <w:top w:val="single" w:sz="4" w:space="3" w:color="auto"/>
      </w:pBdr>
      <w:tabs>
        <w:tab w:val="center" w:pos="0"/>
      </w:tabs>
      <w:spacing w:after="0" w:line="240" w:lineRule="auto"/>
      <w:rPr>
        <w:rFonts w:ascii="Palatino Linotype" w:eastAsia="Palatino Linotype" w:hAnsi="Palatino Linotype" w:cs="Palatino Linotype"/>
        <w:color w:val="0F243E"/>
        <w:sz w:val="16"/>
        <w:szCs w:val="16"/>
      </w:rPr>
    </w:pPr>
    <w:r>
      <w:rPr>
        <w:rFonts w:ascii="Palatino Linotype" w:eastAsia="Palatino Linotype" w:hAnsi="Palatino Linotype" w:cs="Palatino Linotype"/>
        <w:color w:val="0F243E"/>
        <w:sz w:val="18"/>
        <w:szCs w:val="18"/>
      </w:rPr>
      <w:tab/>
    </w:r>
    <w:r>
      <w:rPr>
        <w:rFonts w:ascii="Palatino Linotype" w:eastAsia="Palatino Linotype" w:hAnsi="Palatino Linotype" w:cs="Palatino Linotype"/>
        <w:color w:val="0F243E"/>
        <w:sz w:val="18"/>
        <w:szCs w:val="18"/>
      </w:rPr>
      <w:tab/>
    </w:r>
    <w:r w:rsidR="00534691">
      <w:rPr>
        <w:rFonts w:ascii="Palatino Linotype" w:eastAsia="Palatino Linotype" w:hAnsi="Palatino Linotype" w:cs="Palatino Linotype"/>
        <w:color w:val="0F243E"/>
        <w:sz w:val="18"/>
        <w:szCs w:val="18"/>
      </w:rPr>
      <w:t xml:space="preserve">                                                                                                            </w:t>
    </w:r>
    <w:r w:rsidR="006D6B0D">
      <w:rPr>
        <w:rFonts w:ascii="Palatino Linotype" w:eastAsia="Palatino Linotype" w:hAnsi="Palatino Linotype" w:cs="Palatino Linotype"/>
        <w:color w:val="0F243E"/>
        <w:sz w:val="18"/>
        <w:szCs w:val="18"/>
      </w:rPr>
      <w:t xml:space="preserve">             </w:t>
    </w:r>
    <w:r w:rsidR="00534691">
      <w:rPr>
        <w:rFonts w:ascii="Palatino Linotype" w:eastAsia="Palatino Linotype" w:hAnsi="Palatino Linotype" w:cs="Palatino Linotype"/>
        <w:color w:val="0F243E"/>
        <w:sz w:val="18"/>
        <w:szCs w:val="18"/>
      </w:rPr>
      <w:t xml:space="preserve">    </w:t>
    </w:r>
    <w:r w:rsidR="002030E7">
      <w:rPr>
        <w:rFonts w:ascii="Palatino Linotype" w:eastAsia="Palatino Linotype" w:hAnsi="Palatino Linotype" w:cs="Palatino Linotype"/>
        <w:color w:val="0F243E"/>
        <w:sz w:val="18"/>
        <w:szCs w:val="18"/>
      </w:rPr>
      <w:t xml:space="preserve"> </w:t>
    </w:r>
    <w:r w:rsidR="00534691">
      <w:rPr>
        <w:rFonts w:ascii="Palatino Linotype" w:eastAsia="Palatino Linotype" w:hAnsi="Palatino Linotype" w:cs="Palatino Linotype"/>
        <w:color w:val="0F243E"/>
        <w:sz w:val="18"/>
        <w:szCs w:val="18"/>
      </w:rPr>
      <w:t xml:space="preserve"> </w:t>
    </w:r>
    <w:r w:rsidR="00913D4A">
      <w:rPr>
        <w:rFonts w:ascii="Palatino Linotype" w:eastAsia="Palatino Linotype" w:hAnsi="Palatino Linotype" w:cs="Palatino Linotype"/>
        <w:color w:val="0F243E"/>
        <w:sz w:val="18"/>
        <w:szCs w:val="18"/>
      </w:rPr>
      <w:t xml:space="preserve">          </w:t>
    </w:r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 xml:space="preserve">Str. Lucian </w:t>
    </w:r>
    <w:proofErr w:type="spellStart"/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>Blaga</w:t>
    </w:r>
    <w:proofErr w:type="spellEnd"/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 xml:space="preserve">, </w:t>
    </w:r>
    <w:proofErr w:type="spellStart"/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>nr</w:t>
    </w:r>
    <w:proofErr w:type="spellEnd"/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>. 26</w:t>
    </w:r>
    <w:proofErr w:type="gramStart"/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 xml:space="preserve">, </w:t>
    </w:r>
    <w:r w:rsidR="002030E7">
      <w:rPr>
        <w:rFonts w:ascii="Palatino Linotype" w:eastAsia="Palatino Linotype" w:hAnsi="Palatino Linotype" w:cs="Palatino Linotype"/>
        <w:color w:val="0F243E"/>
        <w:sz w:val="16"/>
        <w:szCs w:val="16"/>
      </w:rPr>
      <w:t xml:space="preserve"> </w:t>
    </w:r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>550169</w:t>
    </w:r>
    <w:proofErr w:type="gramEnd"/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>, Sibiu</w:t>
    </w:r>
  </w:p>
  <w:p w:rsidR="00076060" w:rsidRPr="00F62B3D" w:rsidRDefault="00417EBA" w:rsidP="006D6B0D">
    <w:pPr>
      <w:spacing w:after="0" w:line="240" w:lineRule="auto"/>
      <w:jc w:val="right"/>
      <w:rPr>
        <w:rFonts w:ascii="Palatino Linotype" w:eastAsia="Palatino Linotype" w:hAnsi="Palatino Linotype" w:cs="Palatino Linotype"/>
        <w:color w:val="0F243E"/>
        <w:sz w:val="16"/>
        <w:szCs w:val="16"/>
      </w:rPr>
    </w:pPr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 xml:space="preserve"> Tel:    +40 (0)369 10 12 02</w:t>
    </w:r>
  </w:p>
  <w:p w:rsidR="00076060" w:rsidRPr="00F62B3D" w:rsidRDefault="00417EBA" w:rsidP="006D6B0D">
    <w:pPr>
      <w:tabs>
        <w:tab w:val="center" w:pos="1418"/>
      </w:tabs>
      <w:spacing w:after="0" w:line="240" w:lineRule="auto"/>
      <w:jc w:val="right"/>
      <w:rPr>
        <w:rFonts w:ascii="Palatino Linotype" w:eastAsia="Palatino Linotype" w:hAnsi="Palatino Linotype" w:cs="Palatino Linotype"/>
        <w:color w:val="0F243E"/>
        <w:sz w:val="16"/>
        <w:szCs w:val="16"/>
      </w:rPr>
    </w:pPr>
    <w:r w:rsidRPr="00F62B3D">
      <w:rPr>
        <w:rFonts w:ascii="Palatino Linotype" w:eastAsia="Palatino Linotype" w:hAnsi="Palatino Linotype" w:cs="Palatino Linotype"/>
        <w:color w:val="0F243E"/>
        <w:sz w:val="16"/>
        <w:szCs w:val="16"/>
      </w:rPr>
      <w:t>Fax:   +40 (0)269 21 08 17</w:t>
    </w:r>
  </w:p>
  <w:p w:rsidR="00076060" w:rsidRPr="00F62B3D" w:rsidRDefault="00417EBA" w:rsidP="006D6B0D">
    <w:pPr>
      <w:spacing w:after="0" w:line="240" w:lineRule="auto"/>
      <w:ind w:left="6521"/>
      <w:jc w:val="right"/>
      <w:rPr>
        <w:rFonts w:ascii="Palatino Linotype" w:hAnsi="Palatino Linotype"/>
        <w:sz w:val="16"/>
        <w:szCs w:val="16"/>
      </w:rPr>
    </w:pPr>
    <w:r w:rsidRPr="00F62B3D">
      <w:rPr>
        <w:rFonts w:ascii="Palatino Linotype" w:eastAsia="PT Sans" w:hAnsi="Palatino Linotype" w:cs="PT Sans"/>
        <w:color w:val="0F243E"/>
        <w:sz w:val="16"/>
        <w:szCs w:val="16"/>
      </w:rPr>
      <w:t>www.isjsb.ro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48F" w:rsidRDefault="0071548F">
      <w:r>
        <w:separator/>
      </w:r>
    </w:p>
  </w:footnote>
  <w:footnote w:type="continuationSeparator" w:id="0">
    <w:p w:rsidR="0071548F" w:rsidRDefault="00715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8B6" w:rsidRDefault="00D268B6" w:rsidP="00D268B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9475"/>
      </w:tabs>
      <w:spacing w:before="284"/>
      <w:ind w:left="-284"/>
      <w:rPr>
        <w:rFonts w:ascii="Cambria" w:eastAsia="Cambria" w:hAnsi="Cambria" w:cs="Cambria"/>
        <w:b/>
        <w:sz w:val="28"/>
        <w:szCs w:val="28"/>
      </w:rPr>
    </w:pPr>
    <w:r w:rsidRPr="00F62B3D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730169" wp14:editId="7F09F06F">
              <wp:simplePos x="0" y="0"/>
              <wp:positionH relativeFrom="margin">
                <wp:posOffset>-58420</wp:posOffset>
              </wp:positionH>
              <wp:positionV relativeFrom="paragraph">
                <wp:posOffset>1061085</wp:posOffset>
              </wp:positionV>
              <wp:extent cx="6334125" cy="45719"/>
              <wp:effectExtent l="19050" t="19050" r="28575" b="31115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34125" cy="45719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rgbClr val="95B3D7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612CE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-4.6pt;margin-top:83.55pt;width:498.7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" strokecolor="#95b3d7" strokeweight="3pt">
              <o:lock v:ext="edit" shapetype="f"/>
              <w10:wrap anchorx="margin"/>
            </v:shape>
          </w:pict>
        </mc:Fallback>
      </mc:AlternateContent>
    </w:r>
    <w:r w:rsidRPr="00F62B3D">
      <w:rPr>
        <w:rFonts w:ascii="Cambria" w:hAnsi="Cambria"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06F1832" wp14:editId="40FFD9FB">
          <wp:simplePos x="0" y="0"/>
          <wp:positionH relativeFrom="column">
            <wp:posOffset>-58420</wp:posOffset>
          </wp:positionH>
          <wp:positionV relativeFrom="paragraph">
            <wp:posOffset>80645</wp:posOffset>
          </wp:positionV>
          <wp:extent cx="695325" cy="674370"/>
          <wp:effectExtent l="0" t="0" r="9525" b="0"/>
          <wp:wrapSquare wrapText="bothSides"/>
          <wp:docPr id="6" name="image4.jpg" descr="Description: C:\Documents and Settings\Voineag Anca\Desktop\logo modificat Ed\LOGO ISJbun albastr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Description: C:\Documents and Settings\Voineag Anca\Desktop\logo modificat Ed\LOGO ISJbun albastru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74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mbria" w:eastAsia="Cambria" w:hAnsi="Cambria" w:cs="Cambria"/>
        <w:b/>
        <w:sz w:val="28"/>
        <w:szCs w:val="28"/>
      </w:rPr>
      <w:t xml:space="preserve"> </w:t>
    </w:r>
    <w:r w:rsidRPr="00F62B3D">
      <w:rPr>
        <w:rFonts w:ascii="Cambria" w:eastAsia="Cambria" w:hAnsi="Cambria" w:cs="Cambria"/>
        <w:b/>
        <w:sz w:val="28"/>
        <w:szCs w:val="28"/>
      </w:rPr>
      <w:t xml:space="preserve">INSPECTORATUL </w:t>
    </w:r>
    <w:r w:rsidR="00E6216F">
      <w:rPr>
        <w:rFonts w:ascii="Cambria" w:eastAsia="Cambria" w:hAnsi="Cambria" w:cs="Cambria"/>
        <w:b/>
        <w:sz w:val="28"/>
        <w:szCs w:val="28"/>
      </w:rPr>
      <w:t>Ș</w:t>
    </w:r>
    <w:r w:rsidRPr="00F62B3D">
      <w:rPr>
        <w:rFonts w:ascii="Cambria" w:eastAsia="Cambria" w:hAnsi="Cambria" w:cs="Cambria"/>
        <w:b/>
        <w:sz w:val="28"/>
        <w:szCs w:val="28"/>
      </w:rPr>
      <w:t>COLAR JUDE</w:t>
    </w:r>
    <w:r w:rsidR="00E6216F">
      <w:rPr>
        <w:rFonts w:ascii="Cambria" w:eastAsia="Cambria" w:hAnsi="Cambria" w:cs="Cambria"/>
        <w:b/>
        <w:sz w:val="28"/>
        <w:szCs w:val="28"/>
      </w:rPr>
      <w:t>Ț</w:t>
    </w:r>
    <w:r w:rsidRPr="00F62B3D">
      <w:rPr>
        <w:rFonts w:ascii="Cambria" w:eastAsia="Cambria" w:hAnsi="Cambria" w:cs="Cambria"/>
        <w:b/>
        <w:sz w:val="28"/>
        <w:szCs w:val="28"/>
      </w:rPr>
      <w:t>EAN SIBIU</w:t>
    </w:r>
    <w:r>
      <w:rPr>
        <w:rFonts w:ascii="Cambria" w:eastAsia="Cambria" w:hAnsi="Cambria" w:cs="Cambria"/>
        <w:b/>
        <w:sz w:val="28"/>
        <w:szCs w:val="28"/>
      </w:rPr>
      <w:t xml:space="preserve">   </w:t>
    </w:r>
    <w:r w:rsidR="003B766B" w:rsidRPr="003B766B">
      <w:rPr>
        <w:rFonts w:ascii="Cambria" w:eastAsia="Cambria" w:hAnsi="Cambria" w:cs="Cambria"/>
        <w:b/>
        <w:noProof/>
        <w:sz w:val="28"/>
        <w:szCs w:val="28"/>
      </w:rPr>
      <w:drawing>
        <wp:inline distT="0" distB="0" distL="0" distR="0" wp14:anchorId="3F073E8B" wp14:editId="13F73A8F">
          <wp:extent cx="1767205" cy="484346"/>
          <wp:effectExtent l="0" t="0" r="4445" b="0"/>
          <wp:docPr id="9" name="Imagine 9" descr="C:\Users\PC\Desktop\WhatsApp Image 2021-04-09 at 13.11.0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Desktop\WhatsApp Image 2021-04-09 at 13.11.00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970" cy="514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68B6" w:rsidRDefault="00D268B6" w:rsidP="00D268B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9475"/>
      </w:tabs>
      <w:spacing w:before="284"/>
      <w:ind w:left="-284"/>
      <w:rPr>
        <w:rFonts w:ascii="Cambria" w:eastAsia="Cambria" w:hAnsi="Cambria" w:cs="Cambria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46AEB"/>
    <w:multiLevelType w:val="hybridMultilevel"/>
    <w:tmpl w:val="78944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04F2B"/>
    <w:multiLevelType w:val="singleLevel"/>
    <w:tmpl w:val="0E404F2B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2" w15:restartNumberingAfterBreak="0">
    <w:nsid w:val="1C226E3A"/>
    <w:multiLevelType w:val="hybridMultilevel"/>
    <w:tmpl w:val="78944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6398"/>
    <w:multiLevelType w:val="hybridMultilevel"/>
    <w:tmpl w:val="78944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2C25"/>
    <w:multiLevelType w:val="hybridMultilevel"/>
    <w:tmpl w:val="A684A7A6"/>
    <w:lvl w:ilvl="0" w:tplc="040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5" w15:restartNumberingAfterBreak="0">
    <w:nsid w:val="372E1E8E"/>
    <w:multiLevelType w:val="hybridMultilevel"/>
    <w:tmpl w:val="78944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065C"/>
    <w:multiLevelType w:val="hybridMultilevel"/>
    <w:tmpl w:val="78944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54258"/>
    <w:multiLevelType w:val="hybridMultilevel"/>
    <w:tmpl w:val="42A2A3D6"/>
    <w:lvl w:ilvl="0" w:tplc="EFF2B71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EA600B"/>
    <w:multiLevelType w:val="hybridMultilevel"/>
    <w:tmpl w:val="D64A6C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2E"/>
    <w:rsid w:val="00017955"/>
    <w:rsid w:val="00034B23"/>
    <w:rsid w:val="00045D53"/>
    <w:rsid w:val="00051422"/>
    <w:rsid w:val="00052FE3"/>
    <w:rsid w:val="00054E03"/>
    <w:rsid w:val="00066A3E"/>
    <w:rsid w:val="00076060"/>
    <w:rsid w:val="000819CD"/>
    <w:rsid w:val="000919CC"/>
    <w:rsid w:val="000A48D0"/>
    <w:rsid w:val="00102A93"/>
    <w:rsid w:val="001213D2"/>
    <w:rsid w:val="00122563"/>
    <w:rsid w:val="00127796"/>
    <w:rsid w:val="00153C27"/>
    <w:rsid w:val="0019783D"/>
    <w:rsid w:val="001C698E"/>
    <w:rsid w:val="001F0AC7"/>
    <w:rsid w:val="002030E7"/>
    <w:rsid w:val="002031D6"/>
    <w:rsid w:val="002354C0"/>
    <w:rsid w:val="00241F5F"/>
    <w:rsid w:val="00262425"/>
    <w:rsid w:val="00266561"/>
    <w:rsid w:val="00294BD2"/>
    <w:rsid w:val="002E5D2F"/>
    <w:rsid w:val="0033262F"/>
    <w:rsid w:val="00356910"/>
    <w:rsid w:val="00371C78"/>
    <w:rsid w:val="00372A75"/>
    <w:rsid w:val="00373E1D"/>
    <w:rsid w:val="003B766B"/>
    <w:rsid w:val="003D5759"/>
    <w:rsid w:val="003D79AF"/>
    <w:rsid w:val="003F66C3"/>
    <w:rsid w:val="003F77E6"/>
    <w:rsid w:val="004104DE"/>
    <w:rsid w:val="004164DE"/>
    <w:rsid w:val="004172C8"/>
    <w:rsid w:val="00417EBA"/>
    <w:rsid w:val="00417FED"/>
    <w:rsid w:val="004460C4"/>
    <w:rsid w:val="004700CA"/>
    <w:rsid w:val="004B0A3D"/>
    <w:rsid w:val="004C2C14"/>
    <w:rsid w:val="00507D02"/>
    <w:rsid w:val="00514DAE"/>
    <w:rsid w:val="00534691"/>
    <w:rsid w:val="00543260"/>
    <w:rsid w:val="00557958"/>
    <w:rsid w:val="005602A9"/>
    <w:rsid w:val="005D4E23"/>
    <w:rsid w:val="006058C1"/>
    <w:rsid w:val="006410F2"/>
    <w:rsid w:val="00672BD1"/>
    <w:rsid w:val="00685EF6"/>
    <w:rsid w:val="006B4BB8"/>
    <w:rsid w:val="006C0C8F"/>
    <w:rsid w:val="006C1368"/>
    <w:rsid w:val="006D6B0D"/>
    <w:rsid w:val="006E41CC"/>
    <w:rsid w:val="006E7473"/>
    <w:rsid w:val="006F2976"/>
    <w:rsid w:val="0071548F"/>
    <w:rsid w:val="00753C06"/>
    <w:rsid w:val="007549AE"/>
    <w:rsid w:val="00755505"/>
    <w:rsid w:val="00760CDE"/>
    <w:rsid w:val="00773B2D"/>
    <w:rsid w:val="007C3B26"/>
    <w:rsid w:val="007C6EA2"/>
    <w:rsid w:val="008A5029"/>
    <w:rsid w:val="008F2FC6"/>
    <w:rsid w:val="00904CC9"/>
    <w:rsid w:val="00913D4A"/>
    <w:rsid w:val="009157E3"/>
    <w:rsid w:val="009334A5"/>
    <w:rsid w:val="00937D93"/>
    <w:rsid w:val="009A4A67"/>
    <w:rsid w:val="009A7E79"/>
    <w:rsid w:val="009B48B2"/>
    <w:rsid w:val="00A00DCB"/>
    <w:rsid w:val="00A118DF"/>
    <w:rsid w:val="00A34133"/>
    <w:rsid w:val="00A3422D"/>
    <w:rsid w:val="00A368AF"/>
    <w:rsid w:val="00A52603"/>
    <w:rsid w:val="00A77104"/>
    <w:rsid w:val="00AC6C25"/>
    <w:rsid w:val="00AD7CFB"/>
    <w:rsid w:val="00AF0FB7"/>
    <w:rsid w:val="00B413D7"/>
    <w:rsid w:val="00B83515"/>
    <w:rsid w:val="00BA2F98"/>
    <w:rsid w:val="00BA3F72"/>
    <w:rsid w:val="00BA4850"/>
    <w:rsid w:val="00C15573"/>
    <w:rsid w:val="00C73AFF"/>
    <w:rsid w:val="00CE0A2E"/>
    <w:rsid w:val="00CE2088"/>
    <w:rsid w:val="00CE6643"/>
    <w:rsid w:val="00D12C3B"/>
    <w:rsid w:val="00D268B6"/>
    <w:rsid w:val="00D2723E"/>
    <w:rsid w:val="00D321ED"/>
    <w:rsid w:val="00D83F2C"/>
    <w:rsid w:val="00D84FD3"/>
    <w:rsid w:val="00DE1986"/>
    <w:rsid w:val="00E40E54"/>
    <w:rsid w:val="00E6216F"/>
    <w:rsid w:val="00E652A9"/>
    <w:rsid w:val="00E87A2B"/>
    <w:rsid w:val="00E95D3D"/>
    <w:rsid w:val="00EB1906"/>
    <w:rsid w:val="00F20B94"/>
    <w:rsid w:val="00F336B4"/>
    <w:rsid w:val="00F62B3D"/>
    <w:rsid w:val="00F80844"/>
    <w:rsid w:val="00F86FE9"/>
    <w:rsid w:val="00F96AF3"/>
    <w:rsid w:val="00FA14B8"/>
    <w:rsid w:val="00FA3A0F"/>
    <w:rsid w:val="00FB75FA"/>
    <w:rsid w:val="00FB77E6"/>
    <w:rsid w:val="00FD4537"/>
    <w:rsid w:val="00FE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767A2"/>
  <w15:docId w15:val="{81FE160D-F8B2-4FC0-B1A0-F33CF2C8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422"/>
    <w:pPr>
      <w:spacing w:after="200" w:line="276" w:lineRule="auto"/>
    </w:pPr>
    <w:rPr>
      <w:rFonts w:cs="Times New Roman"/>
      <w:sz w:val="22"/>
      <w:szCs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87A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A2B"/>
  </w:style>
  <w:style w:type="paragraph" w:styleId="Footer">
    <w:name w:val="footer"/>
    <w:basedOn w:val="Normal"/>
    <w:link w:val="FooterChar"/>
    <w:uiPriority w:val="99"/>
    <w:unhideWhenUsed/>
    <w:rsid w:val="00E87A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A2B"/>
  </w:style>
  <w:style w:type="paragraph" w:styleId="ListParagraph">
    <w:name w:val="List Paragraph"/>
    <w:basedOn w:val="Normal"/>
    <w:uiPriority w:val="34"/>
    <w:qFormat/>
    <w:rsid w:val="002665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4BB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466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8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3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esktop\antet\antet_noiembrie%2020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antet_noiembrie 2019</Template>
  <TotalTime>39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acasa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isjed</dc:creator>
  <cp:keywords/>
  <dc:description/>
  <cp:lastModifiedBy>USER</cp:lastModifiedBy>
  <cp:revision>16</cp:revision>
  <cp:lastPrinted>2023-10-04T06:18:00Z</cp:lastPrinted>
  <dcterms:created xsi:type="dcterms:W3CDTF">2023-09-20T11:53:00Z</dcterms:created>
  <dcterms:modified xsi:type="dcterms:W3CDTF">2023-10-04T06:19:00Z</dcterms:modified>
</cp:coreProperties>
</file>